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560" w:lineRule="exact"/>
        <w:jc w:val="center"/>
        <w:rPr>
          <w:rFonts w:hint="eastAsia" w:ascii="方正小标宋简体" w:hAnsi="仿宋_GB2312" w:eastAsia="方正小标宋简体" w:cs="仿宋_GB2312"/>
          <w:color w:val="000000"/>
          <w:sz w:val="44"/>
          <w:szCs w:val="44"/>
        </w:rPr>
      </w:pPr>
      <w:r>
        <w:rPr>
          <w:rFonts w:hint="eastAsia" w:ascii="方正小标宋简体" w:hAnsi="仿宋_GB2312" w:eastAsia="方正小标宋简体" w:cs="仿宋_GB2312"/>
          <w:color w:val="000000"/>
          <w:sz w:val="44"/>
          <w:szCs w:val="44"/>
        </w:rPr>
        <w:t>新晃侗族自治县人才奖先进个人申报情况</w:t>
      </w:r>
      <w:r>
        <w:rPr>
          <w:rFonts w:hint="eastAsia" w:ascii="方正小标宋简体" w:hAnsi="仿宋_GB2312" w:eastAsia="方正小标宋简体" w:cs="仿宋_GB2312"/>
          <w:color w:val="000000"/>
          <w:sz w:val="44"/>
          <w:szCs w:val="44"/>
          <w:lang w:eastAsia="zh-CN"/>
        </w:rPr>
        <w:t>公示</w:t>
      </w:r>
      <w:r>
        <w:rPr>
          <w:rFonts w:hint="eastAsia" w:ascii="方正小标宋简体" w:hAnsi="仿宋_GB2312" w:eastAsia="方正小标宋简体" w:cs="仿宋_GB2312"/>
          <w:color w:val="000000"/>
          <w:sz w:val="44"/>
          <w:szCs w:val="44"/>
        </w:rPr>
        <w:t>表</w:t>
      </w:r>
    </w:p>
    <w:p>
      <w:pPr>
        <w:autoSpaceDE w:val="0"/>
        <w:autoSpaceDN w:val="0"/>
        <w:adjustRightInd w:val="0"/>
        <w:spacing w:line="560" w:lineRule="exact"/>
        <w:jc w:val="center"/>
        <w:rPr>
          <w:rFonts w:hint="eastAsia" w:ascii="方正小标宋简体" w:hAnsi="仿宋_GB2312" w:eastAsia="方正小标宋简体" w:cs="仿宋_GB2312"/>
          <w:color w:val="000000"/>
          <w:sz w:val="24"/>
          <w:szCs w:val="24"/>
        </w:rPr>
      </w:pPr>
      <w:r>
        <w:rPr>
          <w:rFonts w:hint="eastAsia" w:ascii="方正小标宋简体" w:hAnsi="仿宋_GB2312" w:eastAsia="方正小标宋简体" w:cs="仿宋_GB2312"/>
          <w:color w:val="000000"/>
          <w:sz w:val="24"/>
          <w:szCs w:val="24"/>
        </w:rPr>
        <w:t>（公示时间：2018年11月14日至11月20日）</w:t>
      </w:r>
    </w:p>
    <w:p>
      <w:pPr>
        <w:autoSpaceDE w:val="0"/>
        <w:autoSpaceDN w:val="0"/>
        <w:adjustRightInd w:val="0"/>
        <w:spacing w:line="560" w:lineRule="exact"/>
        <w:jc w:val="left"/>
        <w:rPr>
          <w:rFonts w:hint="eastAsia" w:ascii="宋体" w:hAnsi="宋体" w:cs="仿宋_GB2312"/>
          <w:color w:val="000000"/>
          <w:sz w:val="24"/>
        </w:rPr>
      </w:pPr>
      <w:r>
        <w:rPr>
          <w:rFonts w:hint="eastAsia" w:ascii="宋体" w:hAnsi="宋体" w:cs="仿宋_GB2312"/>
          <w:color w:val="000000"/>
          <w:sz w:val="24"/>
        </w:rPr>
        <w:t>填报单位：</w:t>
      </w:r>
      <w:r>
        <w:rPr>
          <w:rFonts w:hint="eastAsia" w:ascii="宋体" w:hAnsi="宋体" w:cs="仿宋_GB2312"/>
          <w:color w:val="000000"/>
          <w:sz w:val="24"/>
          <w:lang w:eastAsia="zh-CN"/>
        </w:rPr>
        <w:t>新晃县教育局</w:t>
      </w:r>
      <w:r>
        <w:rPr>
          <w:rFonts w:hint="eastAsia" w:ascii="宋体" w:hAnsi="宋体" w:cs="仿宋_GB2312"/>
          <w:color w:val="000000"/>
          <w:sz w:val="24"/>
        </w:rPr>
        <w:t xml:space="preserve">        </w:t>
      </w:r>
    </w:p>
    <w:tbl>
      <w:tblPr>
        <w:tblStyle w:val="6"/>
        <w:tblW w:w="1413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"/>
        <w:gridCol w:w="1498"/>
        <w:gridCol w:w="1006"/>
        <w:gridCol w:w="795"/>
        <w:gridCol w:w="855"/>
        <w:gridCol w:w="780"/>
        <w:gridCol w:w="1740"/>
        <w:gridCol w:w="1425"/>
        <w:gridCol w:w="557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8" w:type="dxa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cs="仿宋_GB2312"/>
                <w:color w:val="000000"/>
                <w:sz w:val="24"/>
              </w:rPr>
            </w:pPr>
            <w:r>
              <w:rPr>
                <w:rFonts w:hint="eastAsia" w:ascii="宋体" w:hAnsi="宋体" w:cs="仿宋_GB2312"/>
                <w:color w:val="000000"/>
                <w:sz w:val="24"/>
              </w:rPr>
              <w:t>序号</w:t>
            </w:r>
          </w:p>
        </w:tc>
        <w:tc>
          <w:tcPr>
            <w:tcW w:w="1498" w:type="dxa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cs="仿宋_GB2312"/>
                <w:color w:val="000000"/>
                <w:sz w:val="24"/>
              </w:rPr>
            </w:pPr>
            <w:r>
              <w:rPr>
                <w:rFonts w:hint="eastAsia" w:ascii="宋体" w:hAnsi="宋体" w:cs="仿宋_GB2312"/>
                <w:color w:val="000000"/>
                <w:sz w:val="24"/>
              </w:rPr>
              <w:t>单位名称</w:t>
            </w:r>
          </w:p>
        </w:tc>
        <w:tc>
          <w:tcPr>
            <w:tcW w:w="1006" w:type="dxa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cs="仿宋_GB2312"/>
                <w:color w:val="000000"/>
                <w:sz w:val="24"/>
              </w:rPr>
            </w:pPr>
            <w:r>
              <w:rPr>
                <w:rFonts w:hint="eastAsia" w:ascii="宋体" w:hAnsi="宋体" w:cs="仿宋_GB2312"/>
                <w:color w:val="000000"/>
                <w:sz w:val="24"/>
              </w:rPr>
              <w:t>姓名</w:t>
            </w:r>
          </w:p>
        </w:tc>
        <w:tc>
          <w:tcPr>
            <w:tcW w:w="795" w:type="dxa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cs="仿宋_GB2312"/>
                <w:color w:val="000000"/>
                <w:sz w:val="24"/>
              </w:rPr>
            </w:pPr>
            <w:r>
              <w:rPr>
                <w:rFonts w:hint="eastAsia" w:ascii="宋体" w:hAnsi="宋体" w:cs="仿宋_GB2312"/>
                <w:color w:val="000000"/>
                <w:sz w:val="24"/>
              </w:rPr>
              <w:t>性别</w:t>
            </w:r>
          </w:p>
        </w:tc>
        <w:tc>
          <w:tcPr>
            <w:tcW w:w="855" w:type="dxa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cs="仿宋_GB2312"/>
                <w:color w:val="000000"/>
                <w:sz w:val="24"/>
              </w:rPr>
            </w:pPr>
            <w:r>
              <w:rPr>
                <w:rFonts w:hint="eastAsia" w:ascii="宋体" w:hAnsi="宋体" w:cs="仿宋_GB2312"/>
                <w:color w:val="000000"/>
                <w:sz w:val="24"/>
              </w:rPr>
              <w:t>政治面貌</w:t>
            </w:r>
          </w:p>
        </w:tc>
        <w:tc>
          <w:tcPr>
            <w:tcW w:w="780" w:type="dxa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cs="仿宋_GB2312"/>
                <w:color w:val="000000"/>
                <w:sz w:val="24"/>
              </w:rPr>
            </w:pPr>
            <w:r>
              <w:rPr>
                <w:rFonts w:hint="eastAsia" w:ascii="宋体" w:hAnsi="宋体" w:cs="仿宋_GB2312"/>
                <w:color w:val="000000"/>
                <w:sz w:val="24"/>
              </w:rPr>
              <w:t>学历</w:t>
            </w:r>
          </w:p>
        </w:tc>
        <w:tc>
          <w:tcPr>
            <w:tcW w:w="1740" w:type="dxa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cs="仿宋_GB2312"/>
                <w:color w:val="000000"/>
                <w:sz w:val="24"/>
              </w:rPr>
            </w:pPr>
            <w:r>
              <w:rPr>
                <w:rFonts w:hint="eastAsia" w:ascii="宋体" w:hAnsi="宋体" w:cs="仿宋_GB2312"/>
                <w:color w:val="000000"/>
                <w:sz w:val="24"/>
              </w:rPr>
              <w:t>专业技术职称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cs="仿宋_GB2312"/>
                <w:color w:val="000000"/>
                <w:sz w:val="24"/>
              </w:rPr>
            </w:pPr>
            <w:r>
              <w:rPr>
                <w:rFonts w:hint="eastAsia" w:ascii="宋体" w:hAnsi="宋体" w:cs="仿宋_GB2312"/>
                <w:color w:val="000000"/>
                <w:sz w:val="24"/>
              </w:rPr>
              <w:t>或技能等级</w:t>
            </w:r>
          </w:p>
        </w:tc>
        <w:tc>
          <w:tcPr>
            <w:tcW w:w="1425" w:type="dxa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cs="仿宋_GB2312"/>
                <w:color w:val="000000"/>
                <w:sz w:val="24"/>
              </w:rPr>
            </w:pPr>
            <w:r>
              <w:rPr>
                <w:rFonts w:hint="eastAsia" w:ascii="宋体" w:hAnsi="宋体" w:cs="仿宋_GB2312"/>
                <w:color w:val="000000"/>
                <w:sz w:val="24"/>
              </w:rPr>
              <w:t>拟申报奖项</w:t>
            </w:r>
          </w:p>
        </w:tc>
        <w:tc>
          <w:tcPr>
            <w:tcW w:w="5577" w:type="dxa"/>
            <w:tcBorders>
              <w:lef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cs="仿宋_GB2312"/>
                <w:color w:val="000000"/>
                <w:sz w:val="24"/>
              </w:rPr>
            </w:pPr>
            <w:r>
              <w:rPr>
                <w:rFonts w:hint="eastAsia" w:ascii="宋体" w:hAnsi="宋体" w:cs="仿宋_GB2312"/>
                <w:color w:val="000000"/>
                <w:sz w:val="24"/>
              </w:rPr>
              <w:t>简要事迹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0" w:hRule="atLeast"/>
        </w:trPr>
        <w:tc>
          <w:tcPr>
            <w:tcW w:w="458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98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晃州镇兴隆完全小学</w:t>
            </w:r>
          </w:p>
        </w:tc>
        <w:tc>
          <w:tcPr>
            <w:tcW w:w="1006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姚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慧</w:t>
            </w:r>
          </w:p>
        </w:tc>
        <w:tc>
          <w:tcPr>
            <w:tcW w:w="795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女</w:t>
            </w:r>
          </w:p>
        </w:tc>
        <w:tc>
          <w:tcPr>
            <w:tcW w:w="855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中共党员</w:t>
            </w:r>
          </w:p>
        </w:tc>
        <w:tc>
          <w:tcPr>
            <w:tcW w:w="780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本科</w:t>
            </w:r>
          </w:p>
        </w:tc>
        <w:tc>
          <w:tcPr>
            <w:tcW w:w="1740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中小学一级</w:t>
            </w:r>
          </w:p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教师</w:t>
            </w:r>
          </w:p>
        </w:tc>
        <w:tc>
          <w:tcPr>
            <w:tcW w:w="1425" w:type="dxa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扎根基层</w:t>
            </w:r>
          </w:p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优秀人才</w:t>
            </w:r>
          </w:p>
        </w:tc>
        <w:tc>
          <w:tcPr>
            <w:tcW w:w="5577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360" w:firstLineChars="200"/>
              <w:textAlignment w:val="auto"/>
              <w:outlineLvl w:val="9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"/>
              </w:rPr>
              <w:t>姚慧，语文学科带头人，县小学语文教育杨芳玲工作室成员。从事农村教育教学17年，一直在教学一线工作，并长期担任班主任工作，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语文教学沉稳踏实中不乏开拓创新，教学成绩优秀。所著论文多次在省市</w:t>
            </w: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县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获奖</w:t>
            </w: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编写了校本教材《六年级阅读与写作》、《六年级复习资料汇编》,整编了校本刊物《兴隆博才》、《明德风采》。多次被评为镇优秀教师、县课改优秀教师，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2003年4月被评为新晃县2002年度优秀共青团干部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2005年4月参加县应用物理知识竞赛荣获二等奖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2005年10月参加县中小学新课程教学比武荣获二等奖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2007年5月被评为县优秀班主任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2008年10月被评为怀化市2007年度教育技术装备与实验教学工作先进个人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2014年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/>
              </w:rPr>
              <w:t>10月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参加县中小学教师教学比武荣获二等奖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2015年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/>
              </w:rPr>
              <w:t>6月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被评为镇优秀共产党员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2016年参加镇主题演讲比赛荣获一等奖，同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"/>
              </w:rPr>
              <w:t>年获县“最美女性”荣誉称号，2017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年参加</w:t>
            </w: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怀化市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小学语文教学比武荣获</w:t>
            </w: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二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等奖</w:t>
            </w: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2018年辅导青年教师杨杏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参加</w:t>
            </w: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市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语文教学比武获二等奖。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2018年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/>
              </w:rPr>
              <w:t>6月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被评为县优秀共产党员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9月被评为怀化市优秀教师，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辅导学生参加各级各类比赛多次获奖。</w:t>
            </w: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现积极参与县教育科学研究课题《挖掘并整合教材资源，进行读写结合训练的研究》及省课题《失误家教的典型个案研究》的研究。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4" w:hRule="atLeast"/>
        </w:trPr>
        <w:tc>
          <w:tcPr>
            <w:tcW w:w="458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498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中寨镇中心小学</w:t>
            </w:r>
          </w:p>
        </w:tc>
        <w:tc>
          <w:tcPr>
            <w:tcW w:w="1006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杨顺梅</w:t>
            </w:r>
          </w:p>
        </w:tc>
        <w:tc>
          <w:tcPr>
            <w:tcW w:w="795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男</w:t>
            </w:r>
          </w:p>
        </w:tc>
        <w:tc>
          <w:tcPr>
            <w:tcW w:w="855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中共党员</w:t>
            </w:r>
          </w:p>
        </w:tc>
        <w:tc>
          <w:tcPr>
            <w:tcW w:w="780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大学本科</w:t>
            </w:r>
          </w:p>
        </w:tc>
        <w:tc>
          <w:tcPr>
            <w:tcW w:w="1740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中小学高级</w:t>
            </w:r>
          </w:p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教师</w:t>
            </w:r>
          </w:p>
        </w:tc>
        <w:tc>
          <w:tcPr>
            <w:tcW w:w="1425" w:type="dxa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扎根基层</w:t>
            </w:r>
          </w:p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优秀人才</w:t>
            </w:r>
          </w:p>
        </w:tc>
        <w:tc>
          <w:tcPr>
            <w:tcW w:w="5577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80" w:lineRule="atLeast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1、自设奖学金，鼓励学生进步，资助特困生，以及地震、洪灾等自愿捐款金额累计已六千多元；</w:t>
            </w:r>
          </w:p>
          <w:p>
            <w:pPr>
              <w:widowControl/>
              <w:adjustRightInd w:val="0"/>
              <w:snapToGrid w:val="0"/>
              <w:spacing w:line="80" w:lineRule="atLeast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2、在村小代课十年，乡镇中心校执教十五年，年年当班主任，有二十三年被评为县级“优秀中队”或“先进班级”，本人多次被评为县级“优秀班主任”；</w:t>
            </w:r>
          </w:p>
          <w:p>
            <w:pPr>
              <w:widowControl/>
              <w:adjustRightInd w:val="0"/>
              <w:snapToGrid w:val="0"/>
              <w:spacing w:line="80" w:lineRule="atLeast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3、所教六年级调研考试的成绩多次名列前茅，其中，2009年名列全县第一，2011年名列全县第二，这两年被县委政府评为“教学能手”， 2012年被教育局评为县级小学语文“骨干教师”；</w:t>
            </w:r>
          </w:p>
          <w:p>
            <w:pPr>
              <w:widowControl/>
              <w:adjustRightInd w:val="0"/>
              <w:snapToGrid w:val="0"/>
              <w:spacing w:line="80" w:lineRule="atLeast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4、2013年元月，课题《小学汉字字形识记法研究》荣获县级三等奖奖金一千元；</w:t>
            </w:r>
          </w:p>
          <w:p>
            <w:pPr>
              <w:widowControl/>
              <w:adjustRightInd w:val="0"/>
              <w:snapToGrid w:val="0"/>
              <w:spacing w:line="80" w:lineRule="atLeast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5、2010年被评为享受县政府特殊津贴教师；2010年11月，被中国基础教育研究所评为“全国基础教育科研先进工作者”；2015年9月市教育局授予“怀化市师德标兵”荣誉称号；</w:t>
            </w:r>
          </w:p>
          <w:p>
            <w:pPr>
              <w:widowControl/>
              <w:adjustRightInd w:val="0"/>
              <w:snapToGrid w:val="0"/>
              <w:spacing w:line="80" w:lineRule="atLeast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6、2011年6月被县委评为“十佳魅力教师”，我的先进事迹报道片在新晃电视台连续播放半个月。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5" w:hRule="atLeast"/>
        </w:trPr>
        <w:tc>
          <w:tcPr>
            <w:tcW w:w="458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498" w:type="dxa"/>
            <w:vAlign w:val="center"/>
          </w:tcPr>
          <w:p>
            <w:pPr>
              <w:pStyle w:val="7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晃州镇第一完全小学</w:t>
            </w:r>
          </w:p>
        </w:tc>
        <w:tc>
          <w:tcPr>
            <w:tcW w:w="1006" w:type="dxa"/>
            <w:vAlign w:val="center"/>
          </w:tcPr>
          <w:p>
            <w:pPr>
              <w:pStyle w:val="7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杨芳玲</w:t>
            </w:r>
          </w:p>
        </w:tc>
        <w:tc>
          <w:tcPr>
            <w:tcW w:w="795" w:type="dxa"/>
            <w:vAlign w:val="center"/>
          </w:tcPr>
          <w:p>
            <w:pPr>
              <w:pStyle w:val="7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女</w:t>
            </w:r>
          </w:p>
        </w:tc>
        <w:tc>
          <w:tcPr>
            <w:tcW w:w="855" w:type="dxa"/>
            <w:vAlign w:val="center"/>
          </w:tcPr>
          <w:p>
            <w:pPr>
              <w:pStyle w:val="7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党员</w:t>
            </w:r>
          </w:p>
        </w:tc>
        <w:tc>
          <w:tcPr>
            <w:tcW w:w="780" w:type="dxa"/>
            <w:vAlign w:val="center"/>
          </w:tcPr>
          <w:p>
            <w:pPr>
              <w:pStyle w:val="7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本科</w:t>
            </w:r>
          </w:p>
        </w:tc>
        <w:tc>
          <w:tcPr>
            <w:tcW w:w="1740" w:type="dxa"/>
            <w:vAlign w:val="center"/>
          </w:tcPr>
          <w:p>
            <w:pPr>
              <w:pStyle w:val="7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中小学高级教师</w:t>
            </w:r>
          </w:p>
        </w:tc>
        <w:tc>
          <w:tcPr>
            <w:tcW w:w="1425" w:type="dxa"/>
            <w:tcBorders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扎根基层优秀人才”</w:t>
            </w:r>
          </w:p>
        </w:tc>
        <w:tc>
          <w:tcPr>
            <w:tcW w:w="5577" w:type="dxa"/>
            <w:tcBorders>
              <w:left w:val="single" w:color="auto" w:sz="4" w:space="0"/>
            </w:tcBorders>
            <w:vAlign w:val="center"/>
          </w:tcPr>
          <w:p>
            <w:pPr>
              <w:pStyle w:val="7"/>
              <w:jc w:val="both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她从普通教师到校长，27年一直坚守在小学语文教学岗位上，是新晃县和怀化市小学语文名师工作室领衔人，湖南省特级教师，湖南省未来教育家培养对象，全国特色教育先进工作者，主持课题《小学生自主练字促进自身良好品德形成的研究》，荣获全国课题评比“一等奖”，个人专著《童心梦语》，在东北师范大学出版社出版，荣获全国优秀教育科研成果“一等奖” ，发表文章186篇。</w:t>
            </w: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2018年，参加全国妇代会。</w:t>
            </w:r>
          </w:p>
          <w:p>
            <w:pPr>
              <w:pStyle w:val="7"/>
              <w:jc w:val="both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她开发了五园生态教学模式在全县推广，研究的“习导式复式教学法”在怀化市推广，开发了26本校本课程，她的学校是传统文化特色校，人人会传唱侗族，人人会打篮球。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5" w:hRule="atLeast"/>
        </w:trPr>
        <w:tc>
          <w:tcPr>
            <w:tcW w:w="458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498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新晃县晃州镇兴隆完全小学</w:t>
            </w:r>
          </w:p>
        </w:tc>
        <w:tc>
          <w:tcPr>
            <w:tcW w:w="1006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刘菊莲</w:t>
            </w:r>
          </w:p>
        </w:tc>
        <w:tc>
          <w:tcPr>
            <w:tcW w:w="795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女</w:t>
            </w:r>
          </w:p>
        </w:tc>
        <w:tc>
          <w:tcPr>
            <w:tcW w:w="855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党员</w:t>
            </w:r>
          </w:p>
        </w:tc>
        <w:tc>
          <w:tcPr>
            <w:tcW w:w="780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大专</w:t>
            </w:r>
          </w:p>
        </w:tc>
        <w:tc>
          <w:tcPr>
            <w:tcW w:w="1740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中小学一级教师</w:t>
            </w:r>
          </w:p>
        </w:tc>
        <w:tc>
          <w:tcPr>
            <w:tcW w:w="1425" w:type="dxa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18"/>
                <w:szCs w:val="18"/>
              </w:rPr>
              <w:t>扎根基层优秀人才</w:t>
            </w:r>
          </w:p>
        </w:tc>
        <w:tc>
          <w:tcPr>
            <w:tcW w:w="5577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ind w:firstLine="360" w:firstLineChars="20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教育教学成绩显著，成为“市优秀教师”，新晃县“数学学科带头人”。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2016年9月获市级优秀教师；同时又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/>
              </w:rPr>
              <w:t>被新晃县人民政府评为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教学质量突出奖。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2012年2015两次获新晃县人民政府记三等功奖励；2009</w:t>
            </w: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至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2017连续考核优秀，多次获数学创新竞赛优秀辅导老师；</w:t>
            </w: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多次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获县“教学能手”，两次受政府嘉奖，并先后两次分别被县人民政府和教育局评为“先进个人”。 2012、2013、2015年三次分别被评为兴隆镇“优秀共产党员”，多次获乡、片教学比武一等奖、县二等奖、市教学比武一等奖；送教下乡获县优秀示范课；撰写的多篇论文分别被评为省、市、县一等奖。</w:t>
            </w: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2013-2017年在兴隆小学当教导主任期间，主抓教学质量和课改，她分管的工作获得一系列荣誉：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201</w:t>
            </w: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年</w:t>
            </w: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兴隆小学获得怀化市“课程改革样板校”；2016、2017年分别获得县级课改“”先进学校”；2014-2015学年度分别获得教育教学质量一等奖、“教育教学质量先进集体”；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201</w:t>
            </w: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4、2017两年分别获得中小学学科知识竞赛二等奖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。</w:t>
            </w: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2017-2018学年度主动下到扶罗小学支教、挂职副校长一年，主抓教育教学和课改，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/>
              </w:rPr>
              <w:t>六年级毕业会考从2017年的倒数第二名上升到县第四名的好成绩，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体育运动会获县第八名，县艺术文化节团体总分第六名</w:t>
            </w: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学校课改得到上级领导的高度赞扬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0" w:hRule="atLeast"/>
        </w:trPr>
        <w:tc>
          <w:tcPr>
            <w:tcW w:w="458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98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龙溪口中学</w:t>
            </w:r>
          </w:p>
        </w:tc>
        <w:tc>
          <w:tcPr>
            <w:tcW w:w="1006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满维祥</w:t>
            </w:r>
          </w:p>
        </w:tc>
        <w:tc>
          <w:tcPr>
            <w:tcW w:w="795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男</w:t>
            </w:r>
          </w:p>
        </w:tc>
        <w:tc>
          <w:tcPr>
            <w:tcW w:w="855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中共党员</w:t>
            </w:r>
          </w:p>
        </w:tc>
        <w:tc>
          <w:tcPr>
            <w:tcW w:w="780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硕士研究生</w:t>
            </w:r>
          </w:p>
        </w:tc>
        <w:tc>
          <w:tcPr>
            <w:tcW w:w="1740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中小学高级教师</w:t>
            </w:r>
          </w:p>
        </w:tc>
        <w:tc>
          <w:tcPr>
            <w:tcW w:w="1425" w:type="dxa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扎根基层优秀人才</w:t>
            </w:r>
          </w:p>
        </w:tc>
        <w:tc>
          <w:tcPr>
            <w:tcW w:w="5577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20" w:lineRule="exact"/>
              <w:ind w:firstLine="360" w:firstLineChars="20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教育教学业绩突出，创设“</w:t>
            </w: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225</w:t>
            </w: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”教学法；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20" w:lineRule="exact"/>
              <w:ind w:firstLine="360" w:firstLineChars="20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参与全国教育科学规划课题（国家级）“学生体质监测若干指标的质疑与重构究”</w:t>
            </w: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课题号：BLA090074</w:t>
            </w: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。</w:t>
            </w: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和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湖南省省自然科学基金项目“神经-肌肉活动对不同类型骨骼肌纤维转化与凋亡的离子机制研究”的研究</w:t>
            </w: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课题号：10JJ6041</w:t>
            </w: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。收获颇多</w:t>
            </w: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20" w:lineRule="exact"/>
              <w:ind w:firstLine="360" w:firstLineChars="20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有七篇第一作者的论文，三篇合作论文分别在不同刊物上发表，取得省、市二、三等奖的奖励。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5" w:hRule="atLeast"/>
        </w:trPr>
        <w:tc>
          <w:tcPr>
            <w:tcW w:w="458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498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波洲镇中学</w:t>
            </w:r>
          </w:p>
        </w:tc>
        <w:tc>
          <w:tcPr>
            <w:tcW w:w="1006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吴德斌</w:t>
            </w:r>
          </w:p>
        </w:tc>
        <w:tc>
          <w:tcPr>
            <w:tcW w:w="795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男</w:t>
            </w:r>
          </w:p>
        </w:tc>
        <w:tc>
          <w:tcPr>
            <w:tcW w:w="855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780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本科</w:t>
            </w:r>
          </w:p>
        </w:tc>
        <w:tc>
          <w:tcPr>
            <w:tcW w:w="1740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中学高级教师</w:t>
            </w:r>
          </w:p>
        </w:tc>
        <w:tc>
          <w:tcPr>
            <w:tcW w:w="1425" w:type="dxa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“扎根基层优秀人才”</w:t>
            </w:r>
          </w:p>
        </w:tc>
        <w:tc>
          <w:tcPr>
            <w:tcW w:w="5577" w:type="dxa"/>
            <w:tcBorders>
              <w:left w:val="single" w:color="auto" w:sz="4" w:space="0"/>
            </w:tcBorders>
            <w:vAlign w:val="center"/>
          </w:tcPr>
          <w:p>
            <w:pPr>
              <w:spacing w:line="280" w:lineRule="exact"/>
              <w:ind w:right="-34" w:firstLine="360" w:firstLineChars="200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1、坚持正确的政治方向，能很好的贯彻执行党的教育方针：</w:t>
            </w:r>
          </w:p>
          <w:p>
            <w:pPr>
              <w:spacing w:line="280" w:lineRule="exact"/>
              <w:ind w:right="-34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1995.9被县委、县人民政府评为优秀教师。</w:t>
            </w:r>
          </w:p>
          <w:p>
            <w:pPr>
              <w:spacing w:line="280" w:lineRule="exact"/>
              <w:ind w:right="-34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1997.9被县委、县人民政府评为优秀教师。</w:t>
            </w:r>
          </w:p>
          <w:p>
            <w:pPr>
              <w:spacing w:line="280" w:lineRule="exact"/>
              <w:ind w:right="-34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2004.9被县委县人民政府评为优秀教师。</w:t>
            </w:r>
          </w:p>
          <w:p>
            <w:pPr>
              <w:spacing w:line="280" w:lineRule="exact"/>
              <w:ind w:right="-34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2006.6受到县人民政府嘉奖。</w:t>
            </w:r>
          </w:p>
          <w:p>
            <w:pPr>
              <w:spacing w:line="280" w:lineRule="exact"/>
              <w:ind w:right="-34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2011.9受到县人民政府嘉奖。</w:t>
            </w:r>
          </w:p>
          <w:p>
            <w:pPr>
              <w:spacing w:line="280" w:lineRule="exact"/>
              <w:ind w:right="-34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另外：被评为镇级优秀教师14次</w:t>
            </w:r>
          </w:p>
          <w:p>
            <w:pPr>
              <w:spacing w:line="280" w:lineRule="exact"/>
              <w:ind w:right="-34" w:firstLine="360" w:firstLineChars="200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2、爱岗敬业，25年扎根基层，把工作真正当成事业来做：</w:t>
            </w:r>
          </w:p>
          <w:p>
            <w:pPr>
              <w:spacing w:line="280" w:lineRule="exact"/>
              <w:ind w:right="-34"/>
              <w:jc w:val="left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1998.3被评为县教学能手。</w:t>
            </w:r>
          </w:p>
          <w:p>
            <w:pPr>
              <w:spacing w:line="280" w:lineRule="exact"/>
              <w:ind w:right="-34"/>
              <w:jc w:val="left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2001.2被评为市级优秀现代教育技术工作者。</w:t>
            </w:r>
          </w:p>
          <w:p>
            <w:pPr>
              <w:spacing w:line="280" w:lineRule="exact"/>
              <w:ind w:right="-34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2006.1被评为县级“两项督导评估”优秀专干。</w:t>
            </w:r>
          </w:p>
          <w:p>
            <w:pPr>
              <w:spacing w:line="280" w:lineRule="exact"/>
              <w:ind w:right="-34"/>
              <w:jc w:val="left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2007.3被评为县级“两基”工作先进个人。</w:t>
            </w:r>
          </w:p>
          <w:p>
            <w:pPr>
              <w:spacing w:line="280" w:lineRule="exact"/>
              <w:ind w:right="-34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2009.6荣获中国教育教学研究会园丁奖。</w:t>
            </w:r>
          </w:p>
          <w:p>
            <w:pPr>
              <w:spacing w:line="280" w:lineRule="exact"/>
              <w:ind w:right="-34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2010.3被评为县优秀教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导主任。</w:t>
            </w:r>
          </w:p>
          <w:p>
            <w:pPr>
              <w:spacing w:line="280" w:lineRule="exact"/>
              <w:ind w:right="-34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2010.9被县委、县人民政府授予教学能手</w:t>
            </w:r>
          </w:p>
          <w:p>
            <w:pPr>
              <w:spacing w:line="280" w:lineRule="exact"/>
              <w:ind w:right="-34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2012.2被评为县优秀教导主任。</w:t>
            </w:r>
          </w:p>
          <w:p>
            <w:pPr>
              <w:spacing w:line="280" w:lineRule="exact"/>
              <w:ind w:right="-34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2012.9被县委县人民政府评为教学能手。</w:t>
            </w:r>
          </w:p>
          <w:p>
            <w:pPr>
              <w:spacing w:line="280" w:lineRule="exact"/>
              <w:ind w:right="-34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2013.3被评为县级优秀教导主任。</w:t>
            </w:r>
          </w:p>
          <w:p>
            <w:pPr>
              <w:spacing w:line="280" w:lineRule="exact"/>
              <w:ind w:right="-34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2013.9被县委、县人民政府授予教学能手。</w:t>
            </w:r>
          </w:p>
          <w:p>
            <w:pPr>
              <w:spacing w:line="280" w:lineRule="exact"/>
              <w:ind w:right="-34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2014.12荣获县教育系统庆“七一”系列活动教育经典知识比赛先进个人。</w:t>
            </w:r>
          </w:p>
          <w:p>
            <w:pPr>
              <w:spacing w:line="300" w:lineRule="exact"/>
              <w:ind w:right="-34" w:firstLine="360" w:firstLineChars="200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3、管理工作成效突出：县运会连续三年取得历史性全县前四名的好成绩。负责的校本培训获县二等奖。参与并主持采编了当时新晃唯一的校级教研刊物《波洲教研》。2005年学校被评为市农村骨干示范初中及县示范性学校。2006年被评为市教学常规管理先进学校。</w:t>
            </w:r>
          </w:p>
          <w:p>
            <w:pPr>
              <w:spacing w:line="300" w:lineRule="exact"/>
              <w:ind w:right="-34" w:firstLine="360" w:firstLineChars="200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任教导主任期间，初三毕业会考5年中有4年综合排名保持在全县前三名，内务管理在市“教学常规管理先进学校”的基础上得到进一步提升。2010年的县学生篮球赛拿到了全县第一名的创纪录成绩。2010年我校顺利通过了怀化市合格学校的验收。2008年被评为新晃县优秀生源突出贡献单位。2009、2010、2012学校均被评为县教学质量先进单位。</w:t>
            </w:r>
          </w:p>
          <w:p>
            <w:pPr>
              <w:spacing w:line="300" w:lineRule="exact"/>
              <w:ind w:right="-34" w:firstLine="360" w:firstLineChars="200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任副校长期间，制定、完善了先进班级评比制度，学生思想品德评价制度及请假审批制度。负责的课改工作先进校评比分获一二等奖，2017年以一次性高分通过了怀化市课改样板校验收。2018年分管教学初三毕业会考取得了近五年来全县第四名的最好成绩。</w:t>
            </w:r>
          </w:p>
          <w:p>
            <w:pPr>
              <w:spacing w:line="300" w:lineRule="exact"/>
              <w:ind w:right="-34" w:firstLine="360" w:firstLineChars="200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在2013—2018最近六年中就有5年年度考核获得优秀。</w:t>
            </w:r>
          </w:p>
          <w:p>
            <w:pPr>
              <w:spacing w:line="300" w:lineRule="exact"/>
              <w:ind w:right="-34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  <w:p>
            <w:pPr>
              <w:spacing w:line="300" w:lineRule="exact"/>
              <w:ind w:right="-34" w:rightChars="0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7" w:hRule="atLeast"/>
        </w:trPr>
        <w:tc>
          <w:tcPr>
            <w:tcW w:w="458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498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波洲镇中学</w:t>
            </w:r>
          </w:p>
        </w:tc>
        <w:tc>
          <w:tcPr>
            <w:tcW w:w="1006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田丽群</w:t>
            </w:r>
          </w:p>
        </w:tc>
        <w:tc>
          <w:tcPr>
            <w:tcW w:w="795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女</w:t>
            </w:r>
          </w:p>
        </w:tc>
        <w:tc>
          <w:tcPr>
            <w:tcW w:w="855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780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本科</w:t>
            </w:r>
          </w:p>
        </w:tc>
        <w:tc>
          <w:tcPr>
            <w:tcW w:w="1740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中学一级教师</w:t>
            </w:r>
          </w:p>
        </w:tc>
        <w:tc>
          <w:tcPr>
            <w:tcW w:w="1425" w:type="dxa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“扎根基层优秀人才”</w:t>
            </w:r>
          </w:p>
        </w:tc>
        <w:tc>
          <w:tcPr>
            <w:tcW w:w="5577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政治思想表现：</w:t>
            </w:r>
          </w:p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1.2011年度工作中被授予“政府嘉奖”称号。</w:t>
            </w:r>
          </w:p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2.2012年度工作中被授予“政府嘉奖”称号。</w:t>
            </w:r>
          </w:p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3.2015-2016学年度所带班级141班被评为“县优秀班级”,本人被评为“县级优秀班主任”。</w:t>
            </w:r>
          </w:p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3.2015-2016年度荣获“教学质量突出先进个人”。</w:t>
            </w:r>
          </w:p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4.2017-2018年度荣获“教学质量突出先进个人”。</w:t>
            </w:r>
          </w:p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5.2015-2016学年度荣获“教学成绩突出奖”。</w:t>
            </w:r>
          </w:p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6.2016-2017学年度荣获“教学成绩突出奖”。</w:t>
            </w:r>
          </w:p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7.2014年9月荣获2014年度教育工作“先进个人”。</w:t>
            </w:r>
          </w:p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8.2015年9月被波洲镇政府表彰为“优秀教师”。</w:t>
            </w:r>
          </w:p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9.2017.9.8因工作成绩突出，被评为“怀化市优秀教师”。</w:t>
            </w:r>
          </w:p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教学实绩：</w:t>
            </w:r>
          </w:p>
          <w:p>
            <w:pPr>
              <w:ind w:firstLine="360" w:firstLineChars="200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1.2016-2017年所带初二历史学科县级抽考成绩排名全县第2名。</w:t>
            </w:r>
          </w:p>
          <w:p>
            <w:pPr>
              <w:ind w:firstLine="360" w:firstLineChars="200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2..初中历史毕业会考中，连续4年考试成绩全县排名分别为第3名、第1名、第1名、第1名：</w:t>
            </w:r>
          </w:p>
          <w:p>
            <w:pPr>
              <w:ind w:firstLine="360" w:firstLineChars="200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2012-2013年初三历史毕业会考全县排名第3名；</w:t>
            </w:r>
          </w:p>
          <w:p>
            <w:pPr>
              <w:ind w:firstLine="360" w:firstLineChars="200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2013-2014年初三历史毕业会考全县排名第1名；</w:t>
            </w:r>
          </w:p>
          <w:p>
            <w:pPr>
              <w:ind w:firstLine="360" w:firstLineChars="200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2015-2016年初三历史毕业会考全县排名第1名；</w:t>
            </w:r>
          </w:p>
          <w:p>
            <w:pPr>
              <w:ind w:firstLine="360" w:firstLineChars="200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2017-2018年初三历史毕业会考全县排名第1名。</w:t>
            </w:r>
          </w:p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经验交流:</w:t>
            </w:r>
          </w:p>
          <w:p>
            <w:pPr>
              <w:ind w:left="600" w:leftChars="200" w:hanging="180" w:hangingChars="100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1.2017年4月中小学学科教学（历史）研讨活动中，进行《历史中考复习心得讲座》的经验交流，深受好评。</w:t>
            </w:r>
          </w:p>
          <w:p>
            <w:pPr>
              <w:ind w:left="600" w:leftChars="200" w:hanging="180" w:hangingChars="100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2.2018年4月中小学学科教学（历史）研讨活动中，所进行的历史毕业会考经验交流荣获县级一等奖。</w:t>
            </w:r>
          </w:p>
          <w:p>
            <w:pPr>
              <w:ind w:left="945" w:hanging="810" w:hangingChars="450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辅导奖：</w:t>
            </w:r>
          </w:p>
          <w:p>
            <w:pPr>
              <w:ind w:left="870" w:leftChars="200" w:hanging="450" w:hangingChars="250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1.2017年5月，在“阳光校园，我们是好伙伴”主题活动中，荣获征文县级指导二等奖。</w:t>
            </w:r>
          </w:p>
          <w:p>
            <w:pPr>
              <w:ind w:left="870" w:leftChars="200" w:hanging="450" w:hangingChars="250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2.2017年9月，在第12届全国青少年五好公民“阳光校园，我们是好伙伴”主题活动中，荣获国家级征文指导二等奖。</w:t>
            </w:r>
          </w:p>
          <w:p>
            <w:pPr>
              <w:ind w:left="945" w:hanging="810" w:hangingChars="450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年度考核：2011年—2016年连续6年考核结果均为优秀，2017、2018年均为合格。</w:t>
            </w:r>
          </w:p>
          <w:p>
            <w:pPr>
              <w:autoSpaceDE w:val="0"/>
              <w:autoSpaceDN w:val="0"/>
              <w:adjustRightInd w:val="0"/>
              <w:spacing w:line="560" w:lineRule="exact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7" w:hRule="atLeast"/>
        </w:trPr>
        <w:tc>
          <w:tcPr>
            <w:tcW w:w="458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498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晃州镇兴隆中学</w:t>
            </w:r>
          </w:p>
        </w:tc>
        <w:tc>
          <w:tcPr>
            <w:tcW w:w="1006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吴敬伟</w:t>
            </w:r>
          </w:p>
        </w:tc>
        <w:tc>
          <w:tcPr>
            <w:tcW w:w="795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男</w:t>
            </w:r>
          </w:p>
        </w:tc>
        <w:tc>
          <w:tcPr>
            <w:tcW w:w="855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党员</w:t>
            </w:r>
          </w:p>
        </w:tc>
        <w:tc>
          <w:tcPr>
            <w:tcW w:w="780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本科</w:t>
            </w:r>
          </w:p>
        </w:tc>
        <w:tc>
          <w:tcPr>
            <w:tcW w:w="1740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中小学高级教师</w:t>
            </w:r>
          </w:p>
        </w:tc>
        <w:tc>
          <w:tcPr>
            <w:tcW w:w="1425" w:type="dxa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扎根基层优秀人才</w:t>
            </w:r>
          </w:p>
        </w:tc>
        <w:tc>
          <w:tcPr>
            <w:tcW w:w="5577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exact"/>
              <w:ind w:firstLine="360" w:firstLineChars="200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自从参加工作以来，我一直扎根在基层乡镇学校教学，至今已有20年了。在平凡的教学工作岗位上常年如一，默默奉献着自己的青春年华。在工作岗位上一向勤勤恳恳，任劳任怨，忠于职守，并且无论在哪所学校，无论在什么岗位，都能爱岗敬业，扎实工作，积极创新，所做的工作和教学实绩均得到了学校和上级各级各类部门的肯定。如教学比武荣获省二等奖1次，市级一等奖2次，三等奖1次；被评为市级先进个2次，辅导学科竞赛荣获辅导奖国家级1次、市级一等奖3次，市级二等奖2次，县级一等奖5次；被评为教育教学先进个或教学能手县级6次；被评为优秀教师或教导主任县级6次。课题研究荣获省级二等奖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1" w:hRule="atLeast"/>
        </w:trPr>
        <w:tc>
          <w:tcPr>
            <w:tcW w:w="458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498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晃州镇第二完全小学</w:t>
            </w:r>
          </w:p>
        </w:tc>
        <w:tc>
          <w:tcPr>
            <w:tcW w:w="1006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姚贤德</w:t>
            </w:r>
          </w:p>
        </w:tc>
        <w:tc>
          <w:tcPr>
            <w:tcW w:w="795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男</w:t>
            </w:r>
          </w:p>
        </w:tc>
        <w:tc>
          <w:tcPr>
            <w:tcW w:w="855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780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中专</w:t>
            </w:r>
          </w:p>
        </w:tc>
        <w:tc>
          <w:tcPr>
            <w:tcW w:w="1740" w:type="dxa"/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中小学二级</w:t>
            </w:r>
          </w:p>
        </w:tc>
        <w:tc>
          <w:tcPr>
            <w:tcW w:w="1425" w:type="dxa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扎根基础优秀人才奖</w:t>
            </w:r>
          </w:p>
        </w:tc>
        <w:tc>
          <w:tcPr>
            <w:tcW w:w="5577" w:type="dxa"/>
            <w:tcBorders>
              <w:left w:val="single" w:color="auto" w:sz="4" w:space="0"/>
            </w:tcBorders>
            <w:vAlign w:val="center"/>
          </w:tcPr>
          <w:p>
            <w:pPr>
              <w:ind w:firstLine="360" w:firstLineChars="200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主要优秀事迹：从事科技教育工作20年。2008年，所辅导学生发明“安全楼梯”获湖南省青少年科技创新大赛一等奖，同年被评为“湖南省优秀科技教师”；2010年，科技发明项目“伤口防水帖技术开发与应用”获新晃县科技进步二等奖；2011年，所辅导学生发明“井下救生器”获省科技创新大赛二等奖，所编写《中小学防震减灾工作汇编》一书被省教育厅、地震局作为优秀文献收藏,同年，所在学校被评为“湖南省防震减灾科普示范学校”；2012年，所辅导发明“产子母猪瘦肉检测装置”获省科技创新大赛二等奖，同年被评为“怀化市学科带头人”；2014年，发明创作项目“物件使用问题发现法”获新晃县科技进步一等奖；2015年，辅导怀化市铁路一中发明有8件获得国家发明专利，其中姚力等七位同学科技发明获得国家重点大学自主招生资格，同年被评为“怀化市十佳科技教师”。2016年辅导学生方面参加“泛西北常德创客大赛”获银奖，被评为“优秀科技教师”。多年来，辅导学生科技发明共有200多件在省市获奖，其中30多件获得国家发明专利。为怀化市铁路一中、新晃一中、新晃二中、李树小学等20多所学校上科技发明辅导课200多节，取得明显效果。</w:t>
            </w:r>
          </w:p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2010601030101010101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BB5D65"/>
    <w:rsid w:val="11913BC6"/>
    <w:rsid w:val="213F5FB9"/>
    <w:rsid w:val="279757F2"/>
    <w:rsid w:val="2A127337"/>
    <w:rsid w:val="2D193C92"/>
    <w:rsid w:val="39AD44EA"/>
    <w:rsid w:val="4AD50E9F"/>
    <w:rsid w:val="52976082"/>
    <w:rsid w:val="5FBB5D65"/>
    <w:rsid w:val="60611C2C"/>
    <w:rsid w:val="63596466"/>
    <w:rsid w:val="6D535020"/>
    <w:rsid w:val="72507CDD"/>
    <w:rsid w:val="76C45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qFormat/>
    <w:uiPriority w:val="0"/>
  </w:style>
  <w:style w:type="paragraph" w:customStyle="1" w:styleId="7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2018-10-05T06:57:00Z</dcterms:created>
  <dc:creator>john</dc:creator>
  <cp:lastModifiedBy>Administrator</cp:lastModifiedBy>
  <cp:lastPrinted>2018-10-08T05:06:00Z</cp:lastPrinted>
  <dcterms:modified xsi:type="dcterms:W3CDTF">2018-11-16T03:15:44Z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